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71E" w:rsidRPr="0037529B" w:rsidRDefault="005B771E" w:rsidP="0037529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 w:rsidRPr="0037529B">
        <w:rPr>
          <w:rFonts w:ascii="Times New Roman" w:hAnsi="Times New Roman"/>
          <w:b/>
          <w:bCs/>
          <w:sz w:val="28"/>
          <w:szCs w:val="28"/>
        </w:rPr>
        <w:t>Обратная связь для сообщений о фактах коррупции</w:t>
      </w:r>
    </w:p>
    <w:p w:rsidR="005B771E" w:rsidRPr="0037529B" w:rsidRDefault="005B771E" w:rsidP="0037529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7529B">
        <w:rPr>
          <w:rFonts w:ascii="Times New Roman" w:hAnsi="Times New Roman"/>
          <w:sz w:val="28"/>
          <w:szCs w:val="28"/>
        </w:rPr>
        <w:t> </w:t>
      </w:r>
    </w:p>
    <w:p w:rsidR="005B771E" w:rsidRPr="0037529B" w:rsidRDefault="005B771E" w:rsidP="0037529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7529B">
        <w:rPr>
          <w:rFonts w:ascii="Times New Roman" w:hAnsi="Times New Roman"/>
          <w:sz w:val="28"/>
          <w:szCs w:val="28"/>
        </w:rPr>
        <w:t xml:space="preserve">Для того чтобы сообщить о фактах коррупции, Вам следует связаться с Администрацией </w:t>
      </w:r>
      <w:r>
        <w:rPr>
          <w:rFonts w:ascii="Times New Roman" w:hAnsi="Times New Roman"/>
          <w:sz w:val="28"/>
          <w:szCs w:val="28"/>
        </w:rPr>
        <w:t>Пристенского</w:t>
      </w:r>
      <w:r w:rsidRPr="0037529B">
        <w:rPr>
          <w:rFonts w:ascii="Times New Roman" w:hAnsi="Times New Roman"/>
          <w:sz w:val="28"/>
          <w:szCs w:val="28"/>
        </w:rPr>
        <w:t xml:space="preserve"> сельсовета Пристенского района Курской области:</w:t>
      </w:r>
    </w:p>
    <w:p w:rsidR="005B771E" w:rsidRPr="0037529B" w:rsidRDefault="005B771E" w:rsidP="0037529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7529B">
        <w:rPr>
          <w:rFonts w:ascii="Times New Roman" w:hAnsi="Times New Roman"/>
          <w:sz w:val="28"/>
          <w:szCs w:val="28"/>
        </w:rPr>
        <w:t> </w:t>
      </w:r>
    </w:p>
    <w:p w:rsidR="005B771E" w:rsidRPr="0037529B" w:rsidRDefault="005B771E" w:rsidP="0037529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7529B">
        <w:rPr>
          <w:rFonts w:ascii="Times New Roman" w:hAnsi="Times New Roman"/>
          <w:sz w:val="28"/>
          <w:szCs w:val="28"/>
        </w:rPr>
        <w:t xml:space="preserve">         По электронной почте: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1252">
        <w:rPr>
          <w:rStyle w:val="x-phmenubuttonx-phmenubuttonauth"/>
          <w:i/>
          <w:iCs/>
          <w:sz w:val="28"/>
          <w:szCs w:val="28"/>
        </w:rPr>
        <w:t>pristennoe4619@mail.ru</w:t>
      </w:r>
      <w:r w:rsidRPr="00331252">
        <w:rPr>
          <w:rFonts w:ascii="Times New Roman" w:hAnsi="Times New Roman"/>
          <w:sz w:val="28"/>
          <w:szCs w:val="28"/>
        </w:rPr>
        <w:t>.</w:t>
      </w:r>
    </w:p>
    <w:p w:rsidR="005B771E" w:rsidRPr="0037529B" w:rsidRDefault="005B771E" w:rsidP="0037529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7529B">
        <w:rPr>
          <w:rFonts w:ascii="Times New Roman" w:hAnsi="Times New Roman"/>
          <w:sz w:val="28"/>
          <w:szCs w:val="28"/>
        </w:rPr>
        <w:t>      </w:t>
      </w:r>
      <w:r>
        <w:rPr>
          <w:rFonts w:ascii="Times New Roman" w:hAnsi="Times New Roman"/>
          <w:sz w:val="28"/>
          <w:szCs w:val="28"/>
        </w:rPr>
        <w:t>   По телефону : +7(47134)  2-22-22</w:t>
      </w:r>
    </w:p>
    <w:p w:rsidR="005B771E" w:rsidRPr="0037529B" w:rsidRDefault="005B771E" w:rsidP="0037529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7529B">
        <w:rPr>
          <w:rFonts w:ascii="Times New Roman" w:hAnsi="Times New Roman"/>
          <w:sz w:val="28"/>
          <w:szCs w:val="28"/>
        </w:rPr>
        <w:t>         По п</w:t>
      </w:r>
      <w:r>
        <w:rPr>
          <w:rFonts w:ascii="Times New Roman" w:hAnsi="Times New Roman"/>
          <w:sz w:val="28"/>
          <w:szCs w:val="28"/>
        </w:rPr>
        <w:t>очте: 306204</w:t>
      </w:r>
      <w:r w:rsidRPr="0037529B">
        <w:rPr>
          <w:rFonts w:ascii="Times New Roman" w:hAnsi="Times New Roman"/>
          <w:sz w:val="28"/>
          <w:szCs w:val="28"/>
        </w:rPr>
        <w:t>, Курская область</w:t>
      </w:r>
      <w:r>
        <w:rPr>
          <w:rFonts w:ascii="Times New Roman" w:hAnsi="Times New Roman"/>
          <w:sz w:val="28"/>
          <w:szCs w:val="28"/>
        </w:rPr>
        <w:t>, Пристенский район, с.Пристенное, ул.Центральная, дом 30</w:t>
      </w:r>
    </w:p>
    <w:p w:rsidR="005B771E" w:rsidRPr="0037529B" w:rsidRDefault="005B771E" w:rsidP="0037529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7529B">
        <w:rPr>
          <w:rFonts w:ascii="Times New Roman" w:hAnsi="Times New Roman"/>
          <w:sz w:val="28"/>
          <w:szCs w:val="28"/>
        </w:rPr>
        <w:t> </w:t>
      </w:r>
    </w:p>
    <w:p w:rsidR="005B771E" w:rsidRPr="0037529B" w:rsidRDefault="005B771E" w:rsidP="0037529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7529B">
        <w:rPr>
          <w:rFonts w:ascii="Times New Roman" w:hAnsi="Times New Roman"/>
          <w:sz w:val="28"/>
          <w:szCs w:val="28"/>
        </w:rPr>
        <w:t>     При звонке или отправке жалобы просим быть максимально конкретными. Ваша жалоба должна содержать следующее:</w:t>
      </w:r>
    </w:p>
    <w:p w:rsidR="005B771E" w:rsidRPr="0037529B" w:rsidRDefault="005B771E" w:rsidP="0037529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7529B">
        <w:rPr>
          <w:rFonts w:ascii="Times New Roman" w:hAnsi="Times New Roman"/>
          <w:sz w:val="28"/>
          <w:szCs w:val="28"/>
        </w:rPr>
        <w:t> </w:t>
      </w:r>
    </w:p>
    <w:p w:rsidR="005B771E" w:rsidRPr="0037529B" w:rsidRDefault="005B771E" w:rsidP="0037529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7529B">
        <w:rPr>
          <w:rFonts w:ascii="Times New Roman" w:hAnsi="Times New Roman"/>
          <w:sz w:val="28"/>
          <w:szCs w:val="28"/>
        </w:rPr>
        <w:t>         Время, место, способ совершения правонарушения;</w:t>
      </w:r>
    </w:p>
    <w:p w:rsidR="005B771E" w:rsidRPr="0037529B" w:rsidRDefault="005B771E" w:rsidP="0037529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7529B">
        <w:rPr>
          <w:rFonts w:ascii="Times New Roman" w:hAnsi="Times New Roman"/>
          <w:sz w:val="28"/>
          <w:szCs w:val="28"/>
        </w:rPr>
        <w:t>         Данные о конкретном лице, совершившем указанное правонарушение;</w:t>
      </w:r>
    </w:p>
    <w:p w:rsidR="005B771E" w:rsidRPr="0037529B" w:rsidRDefault="005B771E" w:rsidP="0037529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7529B">
        <w:rPr>
          <w:rFonts w:ascii="Times New Roman" w:hAnsi="Times New Roman"/>
          <w:sz w:val="28"/>
          <w:szCs w:val="28"/>
        </w:rPr>
        <w:t>         Почему Вы считаете, что указанные деяния (действия, бездействие) являются правонарушением;</w:t>
      </w:r>
    </w:p>
    <w:p w:rsidR="005B771E" w:rsidRPr="0037529B" w:rsidRDefault="005B771E" w:rsidP="0037529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7529B">
        <w:rPr>
          <w:rFonts w:ascii="Times New Roman" w:hAnsi="Times New Roman"/>
          <w:sz w:val="28"/>
          <w:szCs w:val="28"/>
        </w:rPr>
        <w:t>         Какие имеются доказательства или документы, подтверждающие Ваше заявление;</w:t>
      </w:r>
    </w:p>
    <w:p w:rsidR="005B771E" w:rsidRPr="0037529B" w:rsidRDefault="005B771E" w:rsidP="0037529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7529B">
        <w:rPr>
          <w:rFonts w:ascii="Times New Roman" w:hAnsi="Times New Roman"/>
          <w:sz w:val="28"/>
          <w:szCs w:val="28"/>
        </w:rPr>
        <w:t>         Данные о свидетелях совершения указанного правонарушения;</w:t>
      </w:r>
    </w:p>
    <w:p w:rsidR="005B771E" w:rsidRPr="0037529B" w:rsidRDefault="005B771E" w:rsidP="0037529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7529B">
        <w:rPr>
          <w:rFonts w:ascii="Times New Roman" w:hAnsi="Times New Roman"/>
          <w:sz w:val="28"/>
          <w:szCs w:val="28"/>
        </w:rPr>
        <w:t>         Как можно с Вами связаться для получения дополнительной информации.</w:t>
      </w:r>
    </w:p>
    <w:p w:rsidR="005B771E" w:rsidRPr="0037529B" w:rsidRDefault="005B771E" w:rsidP="0037529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7529B">
        <w:rPr>
          <w:rFonts w:ascii="Times New Roman" w:hAnsi="Times New Roman"/>
          <w:sz w:val="28"/>
          <w:szCs w:val="28"/>
        </w:rPr>
        <w:t> </w:t>
      </w:r>
    </w:p>
    <w:p w:rsidR="005B771E" w:rsidRPr="0037529B" w:rsidRDefault="005B771E" w:rsidP="0037529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7529B">
        <w:rPr>
          <w:rFonts w:ascii="Times New Roman" w:hAnsi="Times New Roman"/>
          <w:sz w:val="28"/>
          <w:szCs w:val="28"/>
        </w:rPr>
        <w:t>Обращаем внимание на то, что статьей 306 Уголовного кодекса Российской Федерации предусмотрена уголовная ответственность за заведомо ложный донос о совершении преступления.</w:t>
      </w:r>
    </w:p>
    <w:p w:rsidR="005B771E" w:rsidRPr="0037529B" w:rsidRDefault="005B771E">
      <w:pPr>
        <w:rPr>
          <w:sz w:val="28"/>
          <w:szCs w:val="28"/>
        </w:rPr>
      </w:pPr>
    </w:p>
    <w:sectPr w:rsidR="005B771E" w:rsidRPr="0037529B" w:rsidSect="00BB0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529B"/>
    <w:rsid w:val="002C5E15"/>
    <w:rsid w:val="00331252"/>
    <w:rsid w:val="00364598"/>
    <w:rsid w:val="0037529B"/>
    <w:rsid w:val="005B771E"/>
    <w:rsid w:val="00BB0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EE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3752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37529B"/>
    <w:rPr>
      <w:rFonts w:cs="Times New Roman"/>
      <w:b/>
      <w:bCs/>
    </w:rPr>
  </w:style>
  <w:style w:type="character" w:customStyle="1" w:styleId="x-phmenubuttonx-phmenubuttonauth">
    <w:name w:val="x-ph__menu__button x-ph__menu__button_auth"/>
    <w:basedOn w:val="DefaultParagraphFont"/>
    <w:uiPriority w:val="99"/>
    <w:rsid w:val="0033125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33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170</Words>
  <Characters>975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Админ</cp:lastModifiedBy>
  <cp:revision>4</cp:revision>
  <dcterms:created xsi:type="dcterms:W3CDTF">2019-05-24T12:55:00Z</dcterms:created>
  <dcterms:modified xsi:type="dcterms:W3CDTF">2019-08-26T06:54:00Z</dcterms:modified>
</cp:coreProperties>
</file>